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1651D436" w:rsidR="00055BC9" w:rsidRDefault="00285CB6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0E5C7B77">
                    <wp:simplePos x="0" y="0"/>
                    <wp:positionH relativeFrom="margin">
                      <wp:posOffset>4910456</wp:posOffset>
                    </wp:positionH>
                    <wp:positionV relativeFrom="topMargin">
                      <wp:align>bottom</wp:align>
                    </wp:positionV>
                    <wp:extent cx="1517650" cy="6464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17650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1B866850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285CB6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_2026_000085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6.65pt;margin-top:0;width:119.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1B866850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285CB6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_2026_000085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3D88CAA6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4604F475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" fillcolor="#315847 [1607]" strokecolor="#315847 [1607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4604F475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43CFCF55" w:rsidR="00055BC9" w:rsidRDefault="00055BC9" w:rsidP="00055BC9">
          <w:pPr>
            <w:jc w:val="right"/>
          </w:pPr>
          <w:r>
            <w:t xml:space="preserve">Accord-cadre </w:t>
          </w:r>
          <w:r w:rsidR="006D5202">
            <w:t>mixte à bons de commande et marchés subséquents</w:t>
          </w:r>
          <w:r>
            <w:t>, reconductible.</w:t>
          </w:r>
        </w:p>
        <w:p w14:paraId="513746E1" w14:textId="77777777" w:rsidR="00055BC9" w:rsidRDefault="00055BC9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6A5E049A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6FF05B5B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72ED957C" w14:textId="77777777" w:rsidR="006D5202" w:rsidRPr="00005185" w:rsidRDefault="006D5202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2" w14:textId="7ECC0B34" w:rsidR="00313E59" w:rsidRPr="00005185" w:rsidRDefault="006D5202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Accord-cadre pour la réalisation de petits travaux récurrent</w:t>
                                </w:r>
                                <w:r w:rsidR="00AD7AF1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s sur le périmètre de l’USID d’Istres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28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" fillcolor="white [3201]" strokecolor="#315847 [1607]" strokeweight="1.5pt">
                    <v:stroke endcap="round"/>
                    <v:textbox>
                      <w:txbxContent>
                        <w:p w14:paraId="51374731" w14:textId="6FF05B5B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72ED957C" w14:textId="77777777" w:rsidR="006D5202" w:rsidRPr="00005185" w:rsidRDefault="006D5202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51374732" w14:textId="7ECC0B34" w:rsidR="00313E59" w:rsidRPr="00005185" w:rsidRDefault="006D5202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Accord-cadre pour la réalisation de petits travaux récurrent</w:t>
                          </w:r>
                          <w:r w:rsidR="00AD7AF1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s sur le périmètre de l’USID d’Istres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21EE4896" w14:textId="77777777" w:rsidR="009F766F" w:rsidRDefault="009F766F" w:rsidP="009F766F"/>
        <w:p w14:paraId="79332240" w14:textId="77777777" w:rsidR="009F766F" w:rsidRDefault="009F766F" w:rsidP="009F766F"/>
        <w:p w14:paraId="13CBE32A" w14:textId="77777777" w:rsidR="009F766F" w:rsidRDefault="009F766F" w:rsidP="009F766F"/>
        <w:p w14:paraId="32751334" w14:textId="1F5B947E" w:rsidR="009F766F" w:rsidRDefault="009F766F" w:rsidP="009F766F">
          <w:pPr>
            <w:ind w:hanging="993"/>
          </w:pPr>
          <w:r>
            <w:t>NOM DU CANDIDAT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740F4E9B" w14:textId="5A3A87DA" w:rsidR="009F766F" w:rsidRDefault="009F766F" w:rsidP="009F766F">
          <w:pPr>
            <w:ind w:hanging="993"/>
          </w:pPr>
          <w:r>
            <w:t>N° du lot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="00AD7AF1">
            <w:t>Lot 2</w:t>
          </w:r>
          <w:r w:rsidR="00AD7AF1">
            <w:rPr>
              <w:rFonts w:ascii="Calibri" w:hAnsi="Calibri" w:cs="Calibri"/>
            </w:rPr>
            <w:t> </w:t>
          </w:r>
          <w:r w:rsidR="00AD7AF1">
            <w:t>: Rénovation et entretien du couvert du bâtiment</w:t>
          </w:r>
        </w:p>
        <w:p w14:paraId="513746F3" w14:textId="0FD67C8E" w:rsidR="003474AD" w:rsidRDefault="00432FF6" w:rsidP="009F766F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0CF932C4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29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jZnw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hNR&#10;ek5soTwheSykqXKG39bYlTVzfsMsjhEOHK4Gf4+HVNAWFLo/SiqwP996D/rIbpRS0uJYFtT92DMr&#10;KFFfNfJ+Ovs4CXN8frHnl+35Re+bFWDjxriEDI+/aGy96n+lheYZN8gyeEUR0xx9F3Tb/658Wha4&#10;gbhYLqMSTq5hfq0fDQ/QocqBc0/HZ2ZNR0yPlL6DfoBZ/oqfSTdYaljuPcg6kjfUOVW1qz9OfSRS&#10;t6HCWjm/R63fe3TxCw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HMYiNm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0CF932C4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501BBA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9"/>
        <w:gridCol w:w="3551"/>
      </w:tblGrid>
      <w:tr w:rsidR="003474AD" w:rsidRPr="006A1EE6" w14:paraId="513746FA" w14:textId="77777777" w:rsidTr="00DD71BE">
        <w:trPr>
          <w:trHeight w:val="1339"/>
        </w:trPr>
        <w:tc>
          <w:tcPr>
            <w:tcW w:w="9067" w:type="dxa"/>
            <w:shd w:val="clear" w:color="auto" w:fill="325948" w:themeFill="accent4" w:themeFillShade="80"/>
            <w:vAlign w:val="center"/>
          </w:tcPr>
          <w:p w14:paraId="513746F5" w14:textId="77777777" w:rsidR="003474AD" w:rsidRPr="006D5202" w:rsidRDefault="003474AD" w:rsidP="004438D6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bookmarkStart w:id="0" w:name="_Toc42079488"/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  <w:p w14:paraId="513746F6" w14:textId="12CC885E" w:rsidR="003474AD" w:rsidRPr="006D5202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4927" w:type="dxa"/>
            <w:shd w:val="clear" w:color="auto" w:fill="325948" w:themeFill="accent4" w:themeFillShade="80"/>
            <w:vAlign w:val="center"/>
          </w:tcPr>
          <w:p w14:paraId="513746F7" w14:textId="77777777" w:rsidR="003474AD" w:rsidRPr="006D5202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D5202" w:rsidRDefault="003474AD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3474AD" w:rsidRPr="003B66F6" w14:paraId="513746FE" w14:textId="77777777" w:rsidTr="00DD71BE">
        <w:trPr>
          <w:trHeight w:val="2141"/>
        </w:trPr>
        <w:tc>
          <w:tcPr>
            <w:tcW w:w="9067" w:type="dxa"/>
            <w:shd w:val="clear" w:color="auto" w:fill="auto"/>
            <w:vAlign w:val="center"/>
          </w:tcPr>
          <w:p w14:paraId="2F89E844" w14:textId="519F1AEB" w:rsidR="005D6DF1" w:rsidRDefault="00285CB6" w:rsidP="005D6DF1">
            <w:pPr>
              <w:ind w:left="600" w:hanging="567"/>
            </w:pPr>
            <w:r>
              <w:rPr>
                <w:u w:val="single"/>
              </w:rPr>
              <w:t>Item 1</w:t>
            </w:r>
            <w:r>
              <w:rPr>
                <w:rFonts w:ascii="Calibri" w:hAnsi="Calibri" w:cs="Calibri"/>
                <w:u w:val="single"/>
              </w:rPr>
              <w:t> </w:t>
            </w:r>
            <w:r>
              <w:rPr>
                <w:u w:val="single"/>
              </w:rPr>
              <w:t>:</w:t>
            </w:r>
            <w:r w:rsidR="005D6DF1" w:rsidRPr="00E87A17">
              <w:rPr>
                <w:u w:val="single"/>
              </w:rPr>
              <w:t xml:space="preserve"> </w:t>
            </w:r>
            <w:r w:rsidR="005D6DF1" w:rsidRPr="002513A4">
              <w:rPr>
                <w:u w:val="single"/>
              </w:rPr>
              <w:t>Dispositions pratiques</w:t>
            </w:r>
            <w:r w:rsidR="005D6DF1" w:rsidRPr="002513A4">
              <w:rPr>
                <w:rFonts w:ascii="Calibri" w:hAnsi="Calibri" w:cs="Calibri"/>
                <w:u w:val="single"/>
              </w:rPr>
              <w:t> </w:t>
            </w:r>
            <w:r w:rsidR="005D6DF1" w:rsidRPr="002513A4">
              <w:rPr>
                <w:u w:val="single"/>
              </w:rPr>
              <w:t>prévues pour la réalisation des prestat</w:t>
            </w:r>
            <w:r w:rsidRPr="002513A4">
              <w:rPr>
                <w:u w:val="single"/>
              </w:rPr>
              <w:t>ions définies à l’accord-cadre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  <w:r w:rsidR="005D6DF1">
              <w:t xml:space="preserve"> </w:t>
            </w:r>
            <w:r w:rsidR="00DD5FA2">
              <w:rPr>
                <w:b/>
              </w:rPr>
              <w:t>10</w:t>
            </w:r>
            <w:r w:rsidR="005D6DF1" w:rsidRPr="005D6DF1">
              <w:rPr>
                <w:b/>
              </w:rPr>
              <w:t xml:space="preserve"> points</w:t>
            </w:r>
          </w:p>
          <w:p w14:paraId="513746FC" w14:textId="4E7D1CDE" w:rsidR="00590B00" w:rsidRPr="006D5202" w:rsidRDefault="00600B13" w:rsidP="00285CB6">
            <w:pPr>
              <w:ind w:left="22" w:firstLine="11"/>
            </w:pPr>
            <w:r>
              <w:t>Le candidat justifiera de l’organisation mise en place pour l’exécution de l’accord-cadre (référent, communication, gestion des demandes, répartition des chantier</w:t>
            </w:r>
            <w:r w:rsidR="00F316A6">
              <w:t>s</w:t>
            </w:r>
            <w:r>
              <w:t>, réactivité,</w:t>
            </w:r>
            <w:r w:rsidR="00285CB6">
              <w:t xml:space="preserve"> etc.</w:t>
            </w:r>
            <w:r>
              <w:t>)</w:t>
            </w:r>
            <w:r w:rsidR="00F265EA">
              <w:t>, moyens humains et techniques dédiés au marché</w:t>
            </w:r>
            <w:r w:rsidR="00F265EA">
              <w:rPr>
                <w:rFonts w:ascii="Calibri" w:hAnsi="Calibri" w:cs="Calibri"/>
              </w:rPr>
              <w:t>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DD71BE">
        <w:trPr>
          <w:trHeight w:val="1540"/>
        </w:trPr>
        <w:tc>
          <w:tcPr>
            <w:tcW w:w="9067" w:type="dxa"/>
            <w:shd w:val="clear" w:color="auto" w:fill="auto"/>
            <w:vAlign w:val="center"/>
          </w:tcPr>
          <w:p w14:paraId="7D160926" w14:textId="427E6744" w:rsidR="005D6DF1" w:rsidRDefault="005D6DF1" w:rsidP="005D6DF1">
            <w:pPr>
              <w:ind w:left="600" w:hanging="567"/>
            </w:pPr>
            <w:r w:rsidRPr="00E87A17">
              <w:rPr>
                <w:u w:val="single"/>
              </w:rPr>
              <w:t xml:space="preserve">Item 2 : </w:t>
            </w:r>
            <w:r w:rsidR="00600B13">
              <w:rPr>
                <w:u w:val="single"/>
              </w:rPr>
              <w:t>Simultanéité des travaux</w:t>
            </w:r>
            <w:r>
              <w:t xml:space="preserve"> : </w:t>
            </w:r>
            <w:r w:rsidR="00092B0B">
              <w:rPr>
                <w:b/>
              </w:rPr>
              <w:t>10</w:t>
            </w:r>
            <w:r w:rsidRPr="005D6DF1">
              <w:rPr>
                <w:b/>
              </w:rPr>
              <w:t xml:space="preserve"> points</w:t>
            </w:r>
          </w:p>
          <w:p w14:paraId="51374701" w14:textId="50BA704D" w:rsidR="003474AD" w:rsidRPr="006D5202" w:rsidRDefault="00600B13" w:rsidP="00285CB6">
            <w:pPr>
              <w:ind w:left="22" w:firstLine="11"/>
            </w:pPr>
            <w:r>
              <w:t>Le candida</w:t>
            </w:r>
            <w:r w:rsidR="009F766F">
              <w:t xml:space="preserve">t justifiera de l’organisation </w:t>
            </w:r>
            <w:r w:rsidR="00AD7AF1">
              <w:t xml:space="preserve">de </w:t>
            </w:r>
            <w:r>
              <w:t>mise en place pour répondre à la réalisation simultanée dans les condition</w:t>
            </w:r>
            <w:r w:rsidR="000230E9">
              <w:t>s</w:t>
            </w:r>
            <w:r>
              <w:t xml:space="preserve"> </w:t>
            </w:r>
            <w:r w:rsidR="00092B0B">
              <w:t xml:space="preserve">prévues au </w:t>
            </w:r>
            <w:r>
              <w:t>CCAP.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DD71BE">
        <w:trPr>
          <w:trHeight w:val="1821"/>
        </w:trPr>
        <w:tc>
          <w:tcPr>
            <w:tcW w:w="9067" w:type="dxa"/>
            <w:shd w:val="clear" w:color="auto" w:fill="auto"/>
            <w:vAlign w:val="center"/>
          </w:tcPr>
          <w:p w14:paraId="113C0C1F" w14:textId="6D9641E3" w:rsidR="0008705A" w:rsidRPr="00C50AE3" w:rsidRDefault="0008705A" w:rsidP="0008705A">
            <w:pPr>
              <w:ind w:left="600" w:hanging="567"/>
            </w:pPr>
            <w:r w:rsidRPr="00C50AE3">
              <w:rPr>
                <w:u w:val="single"/>
              </w:rPr>
              <w:t>Item 3 : Mesures prises pour garantir la sécurité au cours de l’accord-cadre</w:t>
            </w:r>
            <w:r w:rsidRPr="00C50AE3">
              <w:t xml:space="preserve"> : </w:t>
            </w:r>
            <w:r w:rsidR="00092B0B" w:rsidRPr="00C50AE3">
              <w:rPr>
                <w:b/>
              </w:rPr>
              <w:t>5</w:t>
            </w:r>
            <w:r w:rsidRPr="00C50AE3">
              <w:rPr>
                <w:b/>
              </w:rPr>
              <w:t xml:space="preserve"> points</w:t>
            </w:r>
          </w:p>
          <w:p w14:paraId="51374705" w14:textId="310FF208" w:rsidR="003474AD" w:rsidRPr="00D3794B" w:rsidRDefault="00600B13" w:rsidP="00285CB6">
            <w:pPr>
              <w:ind w:left="22" w:hanging="22"/>
              <w:rPr>
                <w:highlight w:val="yellow"/>
              </w:rPr>
            </w:pPr>
            <w:r w:rsidRPr="00C50AE3">
              <w:t>Le candidat détaillera les d</w:t>
            </w:r>
            <w:r w:rsidR="0008705A" w:rsidRPr="00C50AE3">
              <w:t>ispositions prises pour la protection des données</w:t>
            </w:r>
            <w:r w:rsidRPr="00C50AE3">
              <w:t xml:space="preserve"> et des </w:t>
            </w:r>
            <w:r w:rsidR="00C50AE3" w:rsidRPr="00C50AE3">
              <w:t>informations</w:t>
            </w:r>
            <w:r w:rsidR="0008705A" w:rsidRPr="00C50AE3">
              <w:t>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bookmarkEnd w:id="0"/>
    <w:p w14:paraId="0E096108" w14:textId="18DC32F8" w:rsidR="003474AD" w:rsidRPr="005C76E4" w:rsidRDefault="005C76E4" w:rsidP="005C76E4">
      <w:pPr>
        <w:tabs>
          <w:tab w:val="left" w:pos="1087"/>
        </w:tabs>
      </w:pPr>
      <w:r>
        <w:tab/>
      </w:r>
      <w:bookmarkStart w:id="1" w:name="_GoBack"/>
      <w:bookmarkEnd w:id="1"/>
    </w:p>
    <w:sectPr w:rsidR="003474AD" w:rsidRPr="005C76E4" w:rsidSect="009F766F">
      <w:footerReference w:type="first" r:id="rId15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6C2FB" w14:textId="77777777" w:rsidR="00501BBA" w:rsidRDefault="00501BBA" w:rsidP="00EA6B59">
      <w:pPr>
        <w:spacing w:after="0" w:line="240" w:lineRule="auto"/>
      </w:pPr>
      <w:r>
        <w:separator/>
      </w:r>
    </w:p>
  </w:endnote>
  <w:endnote w:type="continuationSeparator" w:id="0">
    <w:p w14:paraId="7BD4BE11" w14:textId="77777777" w:rsidR="00501BBA" w:rsidRDefault="00501BBA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501BBA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44AB973E" w:rsidR="005C76E4" w:rsidRDefault="005C76E4">
    <w:pPr>
      <w:pStyle w:val="Pieddepage"/>
    </w:pPr>
    <w:r>
      <w:t>SID</w:t>
    </w:r>
    <w:r w:rsidR="00285CB6">
      <w:t>-SE_</w:t>
    </w:r>
    <w:r w:rsidR="00AD7AF1">
      <w:t>26</w:t>
    </w:r>
    <w:r w:rsidR="00285CB6">
      <w:t>-0</w:t>
    </w:r>
    <w:r w:rsidR="00AD7AF1">
      <w:t>92</w:t>
    </w:r>
    <w:r>
      <w:tab/>
    </w:r>
    <w:r>
      <w:tab/>
    </w:r>
    <w:r>
      <w:tab/>
    </w:r>
    <w:r>
      <w:tab/>
    </w:r>
    <w:r>
      <w:tab/>
    </w:r>
    <w:r>
      <w:tab/>
      <w:t>DAF_202</w:t>
    </w:r>
    <w:r w:rsidR="00285CB6">
      <w:t>6</w:t>
    </w:r>
    <w:r>
      <w:t>_</w:t>
    </w:r>
    <w:r w:rsidR="00285CB6">
      <w:t>000085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21753" w14:textId="77777777" w:rsidR="00501BBA" w:rsidRDefault="00501BBA" w:rsidP="00EA6B59">
      <w:pPr>
        <w:spacing w:after="0" w:line="240" w:lineRule="auto"/>
      </w:pPr>
      <w:r>
        <w:separator/>
      </w:r>
    </w:p>
  </w:footnote>
  <w:footnote w:type="continuationSeparator" w:id="0">
    <w:p w14:paraId="403C5C49" w14:textId="77777777" w:rsidR="00501BBA" w:rsidRDefault="00501BBA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65740C" w:rsidR="002B5D34" w:rsidRDefault="00285CB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A21E9E6" wp14:editId="0EDD5345">
          <wp:simplePos x="0" y="0"/>
          <wp:positionH relativeFrom="column">
            <wp:posOffset>-666750</wp:posOffset>
          </wp:positionH>
          <wp:positionV relativeFrom="paragraph">
            <wp:posOffset>-543560</wp:posOffset>
          </wp:positionV>
          <wp:extent cx="2175641" cy="1057910"/>
          <wp:effectExtent l="0" t="0" r="0" b="8890"/>
          <wp:wrapNone/>
          <wp:docPr id="19" name="Image 19" descr="cid:image001.png@01DC8B8D.39CCB9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cid:image001.png@01DC8B8D.39CCB9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641" cy="105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30E9"/>
    <w:rsid w:val="00050653"/>
    <w:rsid w:val="00055BC9"/>
    <w:rsid w:val="00056423"/>
    <w:rsid w:val="000625E9"/>
    <w:rsid w:val="0006299A"/>
    <w:rsid w:val="00062BBE"/>
    <w:rsid w:val="00063A3D"/>
    <w:rsid w:val="00073F35"/>
    <w:rsid w:val="0008705A"/>
    <w:rsid w:val="0008744C"/>
    <w:rsid w:val="000910FC"/>
    <w:rsid w:val="00092B0B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513A4"/>
    <w:rsid w:val="00260DA9"/>
    <w:rsid w:val="00262BB6"/>
    <w:rsid w:val="00267BD7"/>
    <w:rsid w:val="00285CB6"/>
    <w:rsid w:val="002A0B70"/>
    <w:rsid w:val="002A7BE1"/>
    <w:rsid w:val="002B5D34"/>
    <w:rsid w:val="002F560C"/>
    <w:rsid w:val="00302298"/>
    <w:rsid w:val="00313E59"/>
    <w:rsid w:val="003200C4"/>
    <w:rsid w:val="00331F9E"/>
    <w:rsid w:val="00341EEF"/>
    <w:rsid w:val="003429B5"/>
    <w:rsid w:val="0034364C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5A1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2CE7"/>
    <w:rsid w:val="004D527E"/>
    <w:rsid w:val="004E1069"/>
    <w:rsid w:val="004E38C1"/>
    <w:rsid w:val="004E5F9B"/>
    <w:rsid w:val="004F2B7B"/>
    <w:rsid w:val="004F313A"/>
    <w:rsid w:val="004F6FD1"/>
    <w:rsid w:val="00501BBA"/>
    <w:rsid w:val="00502994"/>
    <w:rsid w:val="00502DFB"/>
    <w:rsid w:val="00513CAC"/>
    <w:rsid w:val="005311F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C76E4"/>
    <w:rsid w:val="005D5D11"/>
    <w:rsid w:val="005D6DF1"/>
    <w:rsid w:val="005E15D9"/>
    <w:rsid w:val="005E7372"/>
    <w:rsid w:val="005F1279"/>
    <w:rsid w:val="005F445C"/>
    <w:rsid w:val="005F51D7"/>
    <w:rsid w:val="005F6470"/>
    <w:rsid w:val="00600B13"/>
    <w:rsid w:val="00615435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D5202"/>
    <w:rsid w:val="006F348D"/>
    <w:rsid w:val="006F576F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8F4970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9F766F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D7AF1"/>
    <w:rsid w:val="00AE0672"/>
    <w:rsid w:val="00AE4899"/>
    <w:rsid w:val="00AE5045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2394D"/>
    <w:rsid w:val="00C32946"/>
    <w:rsid w:val="00C347F2"/>
    <w:rsid w:val="00C369D0"/>
    <w:rsid w:val="00C43174"/>
    <w:rsid w:val="00C44439"/>
    <w:rsid w:val="00C50AE3"/>
    <w:rsid w:val="00C6454D"/>
    <w:rsid w:val="00C6763C"/>
    <w:rsid w:val="00C74B79"/>
    <w:rsid w:val="00C82AE3"/>
    <w:rsid w:val="00C87F80"/>
    <w:rsid w:val="00C96EEA"/>
    <w:rsid w:val="00CA3057"/>
    <w:rsid w:val="00CA3F4C"/>
    <w:rsid w:val="00CA4C66"/>
    <w:rsid w:val="00CA5953"/>
    <w:rsid w:val="00CF06D8"/>
    <w:rsid w:val="00D0090A"/>
    <w:rsid w:val="00D0260B"/>
    <w:rsid w:val="00D07AE8"/>
    <w:rsid w:val="00D11A47"/>
    <w:rsid w:val="00D1322D"/>
    <w:rsid w:val="00D17F7E"/>
    <w:rsid w:val="00D213BC"/>
    <w:rsid w:val="00D239D0"/>
    <w:rsid w:val="00D3794B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D5FA2"/>
    <w:rsid w:val="00DD71B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2"/>
    <w:rsid w:val="00EE55D3"/>
    <w:rsid w:val="00F02DF2"/>
    <w:rsid w:val="00F23173"/>
    <w:rsid w:val="00F24CC0"/>
    <w:rsid w:val="00F265EA"/>
    <w:rsid w:val="00F316A6"/>
    <w:rsid w:val="00F31FBC"/>
    <w:rsid w:val="00F36E82"/>
    <w:rsid w:val="00F37A59"/>
    <w:rsid w:val="00F5249B"/>
    <w:rsid w:val="00F54BBA"/>
    <w:rsid w:val="00F57581"/>
    <w:rsid w:val="00F62553"/>
    <w:rsid w:val="00F64713"/>
    <w:rsid w:val="00F70072"/>
    <w:rsid w:val="00F76739"/>
    <w:rsid w:val="00F808F8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8D.39CCB98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C67AAF-4B12-4031-AEDB-EECA6DC5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5778AD1-8445-4B88-B059-F3F2DB04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1</TotalTime>
  <Pages>2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PERNIN Vanessa TSEF 2CL</cp:lastModifiedBy>
  <cp:revision>3</cp:revision>
  <dcterms:created xsi:type="dcterms:W3CDTF">2026-02-16T07:17:00Z</dcterms:created>
  <dcterms:modified xsi:type="dcterms:W3CDTF">2026-02-18T15:41:00Z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